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25E65" w:rsidRDefault="00997F14" w:rsidP="0047686C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25E6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25E65">
        <w:rPr>
          <w:rFonts w:ascii="Corbel" w:hAnsi="Corbel"/>
          <w:bCs/>
          <w:i/>
          <w:sz w:val="24"/>
          <w:szCs w:val="24"/>
        </w:rPr>
        <w:t>1.5</w:t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25E6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25E6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25E65">
        <w:rPr>
          <w:rFonts w:ascii="Corbel" w:hAnsi="Corbel"/>
          <w:bCs/>
          <w:i/>
          <w:sz w:val="24"/>
          <w:szCs w:val="24"/>
        </w:rPr>
        <w:t>12/2019</w:t>
      </w:r>
    </w:p>
    <w:p w:rsidR="00771D96" w:rsidRPr="00125E65" w:rsidRDefault="00771D96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25E65" w:rsidRDefault="0085747A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5E65" w:rsidRDefault="0071620A" w:rsidP="004768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5E65">
        <w:rPr>
          <w:rFonts w:ascii="Corbel" w:hAnsi="Corbel"/>
          <w:b/>
          <w:smallCaps/>
          <w:sz w:val="24"/>
          <w:szCs w:val="24"/>
        </w:rPr>
        <w:t xml:space="preserve"> </w:t>
      </w:r>
      <w:r w:rsidR="003F0DA7" w:rsidRPr="003F0DA7">
        <w:rPr>
          <w:rFonts w:ascii="Corbel" w:hAnsi="Corbel"/>
          <w:b/>
          <w:smallCaps/>
          <w:sz w:val="24"/>
          <w:szCs w:val="24"/>
        </w:rPr>
        <w:t>2022-2025</w:t>
      </w:r>
    </w:p>
    <w:p w:rsidR="0085747A" w:rsidRPr="00125E65" w:rsidRDefault="00EA4832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E65">
        <w:rPr>
          <w:rFonts w:ascii="Corbel" w:hAnsi="Corbel"/>
          <w:i/>
          <w:sz w:val="24"/>
          <w:szCs w:val="24"/>
        </w:rPr>
        <w:t xml:space="preserve">      </w:t>
      </w:r>
      <w:r w:rsidR="0085747A" w:rsidRPr="00125E65">
        <w:rPr>
          <w:rFonts w:ascii="Corbel" w:hAnsi="Corbel"/>
          <w:i/>
          <w:sz w:val="24"/>
          <w:szCs w:val="24"/>
        </w:rPr>
        <w:t>(skrajne daty</w:t>
      </w:r>
      <w:r w:rsidR="0085747A" w:rsidRPr="00125E65">
        <w:rPr>
          <w:rFonts w:ascii="Corbel" w:hAnsi="Corbel"/>
          <w:sz w:val="24"/>
          <w:szCs w:val="24"/>
        </w:rPr>
        <w:t>)</w:t>
      </w:r>
    </w:p>
    <w:p w:rsidR="00445970" w:rsidRPr="00125E65" w:rsidRDefault="00125E65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3F0DA7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Rok akademicki </w:t>
      </w:r>
      <w:r w:rsidR="003F0DA7" w:rsidRPr="003F0DA7">
        <w:rPr>
          <w:rFonts w:ascii="Corbel" w:hAnsi="Corbel"/>
          <w:b/>
          <w:smallCaps/>
          <w:sz w:val="24"/>
          <w:szCs w:val="24"/>
        </w:rPr>
        <w:t>2024/2025</w:t>
      </w:r>
    </w:p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E65">
        <w:rPr>
          <w:rFonts w:ascii="Corbel" w:hAnsi="Corbel"/>
          <w:szCs w:val="24"/>
        </w:rPr>
        <w:t xml:space="preserve">1. </w:t>
      </w:r>
      <w:r w:rsidR="0085747A" w:rsidRPr="00125E65">
        <w:rPr>
          <w:rFonts w:ascii="Corbel" w:hAnsi="Corbel"/>
          <w:szCs w:val="24"/>
        </w:rPr>
        <w:t xml:space="preserve">Podstawowe </w:t>
      </w:r>
      <w:r w:rsidR="00445970" w:rsidRPr="00125E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System wdrażania polityk publicznych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5E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5E65" w:rsidRDefault="00CC73A6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5E65" w:rsidRDefault="003F0DA7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0DA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DE4A1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5E65" w:rsidRDefault="00125E65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</w:t>
            </w:r>
            <w:r w:rsidR="00A5088E" w:rsidRPr="00125E65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5E65">
              <w:rPr>
                <w:rFonts w:ascii="Corbel" w:hAnsi="Corbel"/>
                <w:sz w:val="24"/>
                <w:szCs w:val="24"/>
              </w:rPr>
              <w:t>/y</w:t>
            </w:r>
            <w:r w:rsidRPr="00125E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III rok V semestr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125E65" w:rsidTr="00B819C8">
        <w:tc>
          <w:tcPr>
            <w:tcW w:w="2694" w:type="dxa"/>
            <w:vAlign w:val="center"/>
          </w:tcPr>
          <w:p w:rsidR="00923D7D" w:rsidRPr="00125E65" w:rsidRDefault="00923D7D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* </w:t>
      </w:r>
      <w:r w:rsidRPr="00125E65">
        <w:rPr>
          <w:rFonts w:ascii="Corbel" w:hAnsi="Corbel"/>
          <w:i/>
          <w:sz w:val="24"/>
          <w:szCs w:val="24"/>
        </w:rPr>
        <w:t>-</w:t>
      </w:r>
      <w:r w:rsidR="00B90885" w:rsidRPr="00125E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E65">
        <w:rPr>
          <w:rFonts w:ascii="Corbel" w:hAnsi="Corbel"/>
          <w:b w:val="0"/>
          <w:sz w:val="24"/>
          <w:szCs w:val="24"/>
        </w:rPr>
        <w:t>e,</w:t>
      </w:r>
      <w:r w:rsidRPr="00125E65">
        <w:rPr>
          <w:rFonts w:ascii="Corbel" w:hAnsi="Corbel"/>
          <w:i/>
          <w:sz w:val="24"/>
          <w:szCs w:val="24"/>
        </w:rPr>
        <w:t xml:space="preserve"> </w:t>
      </w:r>
      <w:r w:rsidRPr="00125E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5E6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1.</w:t>
      </w:r>
      <w:r w:rsidR="00E22FBC" w:rsidRPr="00125E65">
        <w:rPr>
          <w:rFonts w:ascii="Corbel" w:hAnsi="Corbel"/>
          <w:sz w:val="24"/>
          <w:szCs w:val="24"/>
        </w:rPr>
        <w:t>1</w:t>
      </w:r>
      <w:r w:rsidRPr="00125E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25E65" w:rsidTr="00125E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Semestr</w:t>
            </w:r>
          </w:p>
          <w:p w:rsidR="00015B8F" w:rsidRPr="00125E65" w:rsidRDefault="002B5EA0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(</w:t>
            </w:r>
            <w:r w:rsidR="00363F78" w:rsidRPr="00125E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Wykł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Konw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Sem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Prakt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Inne (jakie?)</w:t>
            </w:r>
          </w:p>
          <w:p w:rsidR="00A5088E" w:rsidRPr="00125E65" w:rsidRDefault="00A5088E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E65">
              <w:rPr>
                <w:rFonts w:ascii="Corbel" w:hAnsi="Corbel"/>
                <w:b/>
                <w:szCs w:val="24"/>
              </w:rPr>
              <w:t>Liczba pkt</w:t>
            </w:r>
            <w:r w:rsidR="00B90885" w:rsidRPr="00125E65">
              <w:rPr>
                <w:rFonts w:ascii="Corbel" w:hAnsi="Corbel"/>
                <w:b/>
                <w:szCs w:val="24"/>
              </w:rPr>
              <w:t>.</w:t>
            </w:r>
            <w:r w:rsidRPr="00125E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5E65" w:rsidTr="00125E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06C2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E65" w:rsidRDefault="0085747A" w:rsidP="0047686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>1.</w:t>
      </w:r>
      <w:r w:rsidR="00E22FBC" w:rsidRPr="00125E65">
        <w:rPr>
          <w:rFonts w:ascii="Corbel" w:hAnsi="Corbel"/>
          <w:smallCaps w:val="0"/>
          <w:szCs w:val="24"/>
        </w:rPr>
        <w:t>2</w:t>
      </w:r>
      <w:r w:rsidR="00F83B28" w:rsidRPr="00125E65">
        <w:rPr>
          <w:rFonts w:ascii="Corbel" w:hAnsi="Corbel"/>
          <w:smallCaps w:val="0"/>
          <w:szCs w:val="24"/>
        </w:rPr>
        <w:t>.</w:t>
      </w:r>
      <w:r w:rsidR="00F83B28" w:rsidRPr="00125E65">
        <w:rPr>
          <w:rFonts w:ascii="Corbel" w:hAnsi="Corbel"/>
          <w:smallCaps w:val="0"/>
          <w:szCs w:val="24"/>
        </w:rPr>
        <w:tab/>
      </w:r>
      <w:r w:rsidRPr="00125E6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5E65" w:rsidRDefault="00A5088E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eastAsia="MS Gothic" w:hAnsi="Corbel"/>
          <w:b w:val="0"/>
          <w:szCs w:val="24"/>
        </w:rPr>
        <w:sym w:font="Wingdings 2" w:char="F0D1"/>
      </w:r>
      <w:r w:rsidR="00125E65">
        <w:rPr>
          <w:rFonts w:ascii="Corbel" w:eastAsia="MS Gothic" w:hAnsi="Corbel"/>
          <w:b w:val="0"/>
          <w:szCs w:val="24"/>
        </w:rPr>
        <w:t xml:space="preserve"> </w:t>
      </w:r>
      <w:r w:rsidR="0085747A" w:rsidRPr="00125E6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Segoe UI Symbol" w:eastAsia="MS Gothic" w:hAnsi="Segoe UI Symbol" w:cs="Segoe UI Symbol"/>
          <w:b w:val="0"/>
          <w:szCs w:val="24"/>
        </w:rPr>
        <w:t>☐</w:t>
      </w:r>
      <w:r w:rsidRPr="00125E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25E65" w:rsidRDefault="00125E65" w:rsidP="0047686C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 xml:space="preserve">1.3 </w:t>
      </w:r>
      <w:r w:rsidR="00F83B28" w:rsidRPr="00125E65"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>For</w:t>
      </w:r>
      <w:r w:rsidR="00445970" w:rsidRPr="00125E65">
        <w:rPr>
          <w:rFonts w:ascii="Corbel" w:hAnsi="Corbel"/>
          <w:smallCaps w:val="0"/>
          <w:szCs w:val="24"/>
        </w:rPr>
        <w:t>ma zaliczenia przedmiotu</w:t>
      </w:r>
      <w:r w:rsidR="006071CA" w:rsidRPr="00125E65">
        <w:rPr>
          <w:rFonts w:ascii="Corbel" w:hAnsi="Corbel"/>
          <w:smallCaps w:val="0"/>
          <w:szCs w:val="24"/>
        </w:rPr>
        <w:t xml:space="preserve">: </w:t>
      </w:r>
      <w:r w:rsidR="00E22FBC" w:rsidRPr="00125E6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125E65" w:rsidRDefault="009C54AE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 xml:space="preserve">2.Wymagania wstępne </w:t>
      </w:r>
    </w:p>
    <w:p w:rsidR="00125E65" w:rsidRPr="00125E65" w:rsidRDefault="00125E65" w:rsidP="0047686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745302">
        <w:tc>
          <w:tcPr>
            <w:tcW w:w="9670" w:type="dxa"/>
          </w:tcPr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Wymagany jest podstawowy zakres wiedzy z przedmiotów: Nauka o państwie i prawie, Nauka o polityce, Polityki publiczne, Współpraca międzysektorowa.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Student: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 wiedzę w zakresie historycznych, ekonomicznych, społecznych oraz kulturowych uwarunkowań życia publicznego;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opisać i scharakteryzować struktury polityczne, ekonomiczne i kulturowe w wymiarze lokalnym, regionalnym, państwowym i międzynarodowym;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- zna kompetencje organów administracji rządowej oraz samorządowej oraz specyfikę ich działania;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terminy i kategorie niezbędne do omawiania polityk publicznych oraz zadań poszczególnych instytucji publicznych;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dokonać analizy procesu decyzyjnego realizowanego na różnych poziomach (centralny, regionalny, lokalny) oraz dokonać oceny zmian zachodzących w sferze publicznej;</w:t>
            </w:r>
          </w:p>
          <w:p w:rsidR="0085747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cel działalności sektora publicznego.</w:t>
            </w:r>
          </w:p>
        </w:tc>
      </w:tr>
    </w:tbl>
    <w:p w:rsidR="00153C41" w:rsidRPr="00125E65" w:rsidRDefault="00153C41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>3.</w:t>
      </w:r>
      <w:r w:rsidR="0085747A" w:rsidRPr="00125E65">
        <w:rPr>
          <w:rFonts w:ascii="Corbel" w:hAnsi="Corbel"/>
          <w:szCs w:val="24"/>
        </w:rPr>
        <w:t xml:space="preserve"> </w:t>
      </w:r>
      <w:r w:rsidR="00A84C85" w:rsidRPr="00125E65">
        <w:rPr>
          <w:rFonts w:ascii="Corbel" w:hAnsi="Corbel"/>
          <w:szCs w:val="24"/>
        </w:rPr>
        <w:t>cele, efekty uczenia się</w:t>
      </w:r>
      <w:r w:rsidR="0085747A" w:rsidRPr="00125E65">
        <w:rPr>
          <w:rFonts w:ascii="Corbel" w:hAnsi="Corbel"/>
          <w:szCs w:val="24"/>
        </w:rPr>
        <w:t>, treści Programowe i stosowane metody Dydaktyczne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3.1 </w:t>
      </w:r>
      <w:r w:rsidR="00C05F44" w:rsidRPr="00125E65">
        <w:rPr>
          <w:rFonts w:ascii="Corbel" w:hAnsi="Corbel"/>
          <w:sz w:val="24"/>
          <w:szCs w:val="24"/>
        </w:rPr>
        <w:t>Cele przedmiotu</w:t>
      </w:r>
    </w:p>
    <w:p w:rsidR="00F83B28" w:rsidRPr="00125E65" w:rsidRDefault="00F83B28" w:rsidP="0047686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ze specyfiką realizacji polityk publicznych wdrażanych na różnych poziomach władzy, ze szczególnym uwzględnieniem szczebla lokalnego</w:t>
            </w:r>
          </w:p>
        </w:tc>
      </w:tr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71CA" w:rsidRPr="00125E6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niezbędnymi do omawiania problematyki systemu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etapami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instrumentami, uczestnikami i modelami zarządzania implementacją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Przedstawienie metod analizy polityk publicznych oraz ich ewaluacji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5E65" w:rsidRDefault="009F4610" w:rsidP="0047686C">
      <w:pPr>
        <w:spacing w:after="0" w:line="240" w:lineRule="auto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 xml:space="preserve">3.2 </w:t>
      </w:r>
      <w:r w:rsidR="001D7B54" w:rsidRPr="00125E65">
        <w:rPr>
          <w:rFonts w:ascii="Corbel" w:hAnsi="Corbel"/>
          <w:b/>
          <w:sz w:val="24"/>
          <w:szCs w:val="24"/>
        </w:rPr>
        <w:t xml:space="preserve">Efekty </w:t>
      </w:r>
      <w:r w:rsidR="00C05F44" w:rsidRPr="00125E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E65">
        <w:rPr>
          <w:rFonts w:ascii="Corbel" w:hAnsi="Corbel"/>
          <w:b/>
          <w:sz w:val="24"/>
          <w:szCs w:val="24"/>
        </w:rPr>
        <w:t>dla przedmiotu</w:t>
      </w:r>
      <w:r w:rsidR="00445970" w:rsidRPr="00125E65">
        <w:rPr>
          <w:rFonts w:ascii="Corbel" w:hAnsi="Corbel"/>
          <w:sz w:val="24"/>
          <w:szCs w:val="24"/>
        </w:rPr>
        <w:t xml:space="preserve"> </w:t>
      </w:r>
    </w:p>
    <w:p w:rsidR="001D7B54" w:rsidRPr="00125E65" w:rsidRDefault="001D7B54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25E65" w:rsidTr="00125E65">
        <w:tc>
          <w:tcPr>
            <w:tcW w:w="1681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5E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5E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w zaawansowanym stopniu zna i rozumie teorie dotyczące państwa, władzy, polityki, administracji, prawa a także zasady funkcjonowania systemu politycznego, a także organizacji i instytucji społeczno-politycznych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zna i rozumie wybrane zagadnienia z zakresu wiedzy szczegółowej na temat społeczności lokalnych, ich organizacji politycznej, zasad decentralizacji i pomocniczości, modeli i podmiotów polityki lokalnej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potrafi korzystać z technik informacyjno-komunikacyjnych w celu poszerzenia własnej wiedzy i umiejętności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analizować, a także wyjaśniać zachowania człowieka oraz grup społecznych w życiu publicznym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K_U04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prognozować zjawiska polityczne na poziomie ogólnym, a także zagrożenia funkcjonującego porządku prawnego, społecznego oraz politycznego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aktywnego uczestniczenia w życiu publicznym oraz w zespołach realizujących cele społeczne, polityczne i obywatelskie, działa w sposób przedsiębiorczy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Student jest gotów do zachowywania się w sposób </w:t>
            </w: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profesjonalny oraz etyczny w pracy zawodowej, a także działalności publicznej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pracy w organizacjach i instytucjach 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b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>3.3</w:t>
      </w:r>
      <w:r w:rsidR="001D7B54" w:rsidRPr="00125E65">
        <w:rPr>
          <w:rFonts w:ascii="Corbel" w:hAnsi="Corbel"/>
          <w:b/>
          <w:sz w:val="24"/>
          <w:szCs w:val="24"/>
        </w:rPr>
        <w:t xml:space="preserve"> </w:t>
      </w:r>
      <w:r w:rsidR="0085747A" w:rsidRPr="00125E65">
        <w:rPr>
          <w:rFonts w:ascii="Corbel" w:hAnsi="Corbel"/>
          <w:b/>
          <w:sz w:val="24"/>
          <w:szCs w:val="24"/>
        </w:rPr>
        <w:t>T</w:t>
      </w:r>
      <w:r w:rsidR="001D7B54" w:rsidRPr="00125E6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25E65">
        <w:rPr>
          <w:rFonts w:ascii="Corbel" w:hAnsi="Corbel"/>
          <w:sz w:val="24"/>
          <w:szCs w:val="24"/>
        </w:rPr>
        <w:t xml:space="preserve">  </w:t>
      </w:r>
    </w:p>
    <w:p w:rsidR="0085747A" w:rsidRPr="00125E65" w:rsidRDefault="003C3BC6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Problem</w:t>
      </w:r>
      <w:r w:rsidR="00FE0885" w:rsidRPr="00125E65">
        <w:rPr>
          <w:rFonts w:ascii="Corbel" w:hAnsi="Corbel"/>
          <w:sz w:val="24"/>
          <w:szCs w:val="24"/>
        </w:rPr>
        <w:t>atyka ćwiczeń</w:t>
      </w:r>
    </w:p>
    <w:p w:rsidR="00675843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Polityka jako przedmiot implementacji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Teorie implementacji polityk publicznych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Zastosowanie teorii implementacji. Wybrane przykłady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implementacji polityk publicznych. Sposoby i źródła pozyskiwania informacji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planowania strategicznego w procesach realizacji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Interesariusze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Instrumenty wdrażania polityk publicznych. Charakterystyka ogólna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Warianty wdrażania polityk publicznych – tworzenie, kryteria wyboru, ocena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Polityki publiczne jako obszar konsultacji i debaty publicznej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Wdrażanie polityk publicznych a wpływy polityczne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Modele zarządzania procesem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Mechanizmy koordynacji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Monitoring w realizacji polityk publicznych i znaczenie ewaluacji w systemie wdrażania polityk publicznych</w:t>
            </w:r>
          </w:p>
        </w:tc>
      </w:tr>
    </w:tbl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Problematyka </w:t>
      </w:r>
      <w:r w:rsidR="003C3BC6" w:rsidRPr="00125E65">
        <w:rPr>
          <w:rFonts w:ascii="Corbel" w:hAnsi="Corbel"/>
          <w:sz w:val="24"/>
          <w:szCs w:val="24"/>
        </w:rPr>
        <w:t>warsztatów</w:t>
      </w:r>
    </w:p>
    <w:p w:rsidR="0085747A" w:rsidRPr="00125E65" w:rsidRDefault="0085747A" w:rsidP="0047686C">
      <w:pPr>
        <w:pStyle w:val="Akapitzlist"/>
        <w:spacing w:after="0" w:line="240" w:lineRule="auto"/>
        <w:ind w:left="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0334B1" w:rsidRDefault="0085747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Źródła pozyskiwania informacji do analizy polityk publicznych. Ocena i weryfikacja źródeł informacji – zajęcia praktyczne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wiedzy i organizacyjnego uczenia się w procesach implementacji polityk publicznych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polityk publicznych – diagnoz problemu oraz tworzenie rozwiązań zaradczych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Projektowanie polityk publicznych. Tworzenie dokumentów wyznaczających podstawy wdrażania polityk publicznych – zajęcia praktyczne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Tworzenie scenariuszy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Rola pracowników administracji publicznej w procesach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Udział obywateli w procesach realizacji polityk publicznych. Podstawy prawne, instrumenty działania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Ograniczenia udziału obywateli w procesach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Sieci i ich znaczenie we wdrażaniu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Warunki racjonalizacji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Wdrażanie polityk publicznych – tworzenie schematów implementacyjnych na przykładzie wybranych polityk publicznych – zajęcia praktyczne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125E65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125E65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125E6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a) dedukcyjne i indukcyjne tworzenie wiedzy teoretycznej z wykorzystaniem dostępnych danych empirycznych;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b) analiza studium przypadku;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c) dyskusja;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d)wizyta studyjna;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e) praca w grupie podczas zajęć;</w:t>
      </w:r>
    </w:p>
    <w:p w:rsidR="00E960BB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f) praca przy projekcie/prezentacji na zadany temat.</w:t>
      </w:r>
    </w:p>
    <w:p w:rsidR="00E960BB" w:rsidRPr="00125E65" w:rsidRDefault="00E960BB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C61DC5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 </w:t>
      </w:r>
      <w:r w:rsidR="0085747A" w:rsidRPr="00125E65">
        <w:rPr>
          <w:rFonts w:ascii="Corbel" w:hAnsi="Corbel"/>
          <w:smallCaps w:val="0"/>
          <w:szCs w:val="24"/>
        </w:rPr>
        <w:t>METODY I KRYTERIA OCENY</w:t>
      </w:r>
      <w:r w:rsidR="009F4610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5E65">
        <w:rPr>
          <w:rFonts w:ascii="Corbel" w:hAnsi="Corbel"/>
          <w:smallCaps w:val="0"/>
          <w:szCs w:val="24"/>
        </w:rPr>
        <w:t>uczenia się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25E65" w:rsidTr="00C05F44">
        <w:tc>
          <w:tcPr>
            <w:tcW w:w="1985" w:type="dxa"/>
            <w:vAlign w:val="center"/>
          </w:tcPr>
          <w:p w:rsidR="0085747A" w:rsidRPr="00125E65" w:rsidRDefault="0071620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25E65" w:rsidRDefault="00F974D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E65" w:rsidRDefault="009F4610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5E6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</w:tbl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3E1941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4.2 </w:t>
      </w:r>
      <w:r w:rsidR="0085747A" w:rsidRPr="00125E6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923D7D">
        <w:tc>
          <w:tcPr>
            <w:tcW w:w="9670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aktywności podczas zajęć oraz testu sprawdzającego wiedzę (test końcowy obejmuje zakres materiału konwersatorium i warsztatów)</w:t>
            </w:r>
          </w:p>
          <w:p w:rsidR="0085747A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warsztatów: jest ustalana na podstawie aktywności podczas zajęć, zaangażowania w pracę zespołową (grupy), prezentacji na zadany temat oraz testu sprawdzającego wiedzę (test końcowy obejmuje zakres materiału konwersatorium i warsztatów)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E65" w:rsidRDefault="00125E65" w:rsidP="00E204A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125E6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25E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25E65" w:rsidTr="00E204A7">
        <w:tc>
          <w:tcPr>
            <w:tcW w:w="4902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5E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25E6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25E6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25E6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E6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125E65" w:rsidRDefault="00A06C2E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25E65" w:rsidTr="00E204A7">
        <w:tc>
          <w:tcPr>
            <w:tcW w:w="4902" w:type="dxa"/>
          </w:tcPr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25E65" w:rsidTr="00E204A7">
        <w:tc>
          <w:tcPr>
            <w:tcW w:w="4902" w:type="dxa"/>
          </w:tcPr>
          <w:p w:rsidR="0071620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125E65" w:rsidRDefault="0047686C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E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6. </w:t>
      </w:r>
      <w:r w:rsidR="0085747A" w:rsidRPr="00125E65">
        <w:rPr>
          <w:rFonts w:ascii="Corbel" w:hAnsi="Corbel"/>
          <w:smallCaps w:val="0"/>
          <w:szCs w:val="24"/>
        </w:rPr>
        <w:t>PRAKTYKI ZAWO</w:t>
      </w:r>
      <w:r w:rsidR="009D3F3B" w:rsidRPr="00125E65">
        <w:rPr>
          <w:rFonts w:ascii="Corbel" w:hAnsi="Corbel"/>
          <w:smallCaps w:val="0"/>
          <w:szCs w:val="24"/>
        </w:rPr>
        <w:t>DOWE W RAMACH PRZEDMIOTU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5E65" w:rsidTr="00E204A7">
        <w:trPr>
          <w:trHeight w:val="397"/>
        </w:trPr>
        <w:tc>
          <w:tcPr>
            <w:tcW w:w="3544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25E65" w:rsidRDefault="00125E65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5E65" w:rsidRPr="00125E65" w:rsidTr="00E204A7">
        <w:trPr>
          <w:trHeight w:val="397"/>
        </w:trPr>
        <w:tc>
          <w:tcPr>
            <w:tcW w:w="3544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7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7. </w:t>
      </w:r>
      <w:r w:rsidR="0085747A" w:rsidRPr="00125E65">
        <w:rPr>
          <w:rFonts w:ascii="Corbel" w:hAnsi="Corbel"/>
          <w:smallCaps w:val="0"/>
          <w:szCs w:val="24"/>
        </w:rPr>
        <w:t>LITERATURA</w:t>
      </w:r>
      <w:r w:rsidRPr="00125E65">
        <w:rPr>
          <w:rFonts w:ascii="Corbel" w:hAnsi="Corbel"/>
          <w:smallCaps w:val="0"/>
          <w:szCs w:val="24"/>
        </w:rPr>
        <w:t xml:space="preserve"> </w:t>
      </w:r>
    </w:p>
    <w:p w:rsidR="00675843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47686C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Pawłowska A., Gąsior-Niemiec A.,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Kołomycew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A., Kotarba B., 2013, System realizacji strategii rozwoju województwa,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Mazur S., Górniak J., 2014, Analiza i projektowanie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41-65.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Możdżeń M. 2014, Implementacja i monitorowanie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66-87.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Turowski B., 2014, Ewaluacja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88-114.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Model organizacyjnego uczenia się dla administracji publicznej, [w:]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Organizacje uczące się. Model dla administracji publicznej, red. K. Olejniczak, Scholar, Warszawa, s. 166-200.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2012, Implementacja polityk i programów publicznych, [w:] Zarzadzanie strategiczne rozwojem, red. J. Górniak, S. Mazur, MRR, Warszawa, s. 221-238.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Szczerski K., 2012, Agenda polityczna a polityki rozwoju, [w:] Zarzadzanie strategiczne rozwojem, red. J. Górniak, S. Mazur,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MRR, Warszawa 2012, s. 165-184.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Górniak J., Mazur S., 2012, Analiza polityk publicznych i programowanie w obszarze strategii rozwoju, [w:] Zarzadzanie strategiczne rozwojem, red. J. Górniak, S. Mazur, MRR, Warszawa, s. 185-220.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Monitoring i ewaluacja, [w:] Zarzadzanie strategiczne rozwojem, red. J. Górniak, S. Mazur, MRR, Warszawa, s. 239-258.</w:t>
            </w:r>
          </w:p>
        </w:tc>
        <w:bookmarkStart w:id="0" w:name="_GoBack"/>
        <w:bookmarkEnd w:id="0"/>
      </w:tr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Bardach E., 2007, Praktyczny poradnik do analizy polityk publicznych, Osiem etapów skutecznego rozwiązywania problemu, Wyd. II, Kraków 2007.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Kozaczka D., 2016, Polityki publiczne jako proces, „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Zoon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Politikon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” nr 7, s. 323-341.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Kupiec T., 2014, Ewaluacja jako narzędzie zarządzania w sektorze publicznym, „Studia z Polityki Publicznej” nr 2 (2), s. 33-54.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Wenclik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2009, Etapy polityki publicznej, „cykl”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P.J.,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Uljasz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B., 2009, Ocena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Szczepankowski R., 2009, Wdrażanie polityki publicznej i jego paradoksy,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25E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8BF" w:rsidRDefault="005018BF" w:rsidP="00C16ABF">
      <w:pPr>
        <w:spacing w:after="0" w:line="240" w:lineRule="auto"/>
      </w:pPr>
      <w:r>
        <w:separator/>
      </w:r>
    </w:p>
  </w:endnote>
  <w:endnote w:type="continuationSeparator" w:id="0">
    <w:p w:rsidR="005018BF" w:rsidRDefault="005018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8BF" w:rsidRDefault="005018BF" w:rsidP="00C16ABF">
      <w:pPr>
        <w:spacing w:after="0" w:line="240" w:lineRule="auto"/>
      </w:pPr>
      <w:r>
        <w:separator/>
      </w:r>
    </w:p>
  </w:footnote>
  <w:footnote w:type="continuationSeparator" w:id="0">
    <w:p w:rsidR="005018BF" w:rsidRDefault="005018B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4B1"/>
    <w:rsid w:val="00042A51"/>
    <w:rsid w:val="00042D2E"/>
    <w:rsid w:val="00044C82"/>
    <w:rsid w:val="000629B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FE"/>
    <w:rsid w:val="000B192D"/>
    <w:rsid w:val="000B28EE"/>
    <w:rsid w:val="000B3CC1"/>
    <w:rsid w:val="000B3E37"/>
    <w:rsid w:val="000B49D7"/>
    <w:rsid w:val="000D04B0"/>
    <w:rsid w:val="000F1C57"/>
    <w:rsid w:val="000F5615"/>
    <w:rsid w:val="00124BFF"/>
    <w:rsid w:val="0012560E"/>
    <w:rsid w:val="00125E65"/>
    <w:rsid w:val="00127108"/>
    <w:rsid w:val="00134B13"/>
    <w:rsid w:val="00146BC0"/>
    <w:rsid w:val="00153C41"/>
    <w:rsid w:val="00154381"/>
    <w:rsid w:val="0015707A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2CA2"/>
    <w:rsid w:val="002144C0"/>
    <w:rsid w:val="002166F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69"/>
    <w:rsid w:val="00346FE9"/>
    <w:rsid w:val="0034759A"/>
    <w:rsid w:val="003503F6"/>
    <w:rsid w:val="003530DD"/>
    <w:rsid w:val="00363F78"/>
    <w:rsid w:val="003A0A5B"/>
    <w:rsid w:val="003A1176"/>
    <w:rsid w:val="003C0BAE"/>
    <w:rsid w:val="003C3BC6"/>
    <w:rsid w:val="003D18A9"/>
    <w:rsid w:val="003D6CE2"/>
    <w:rsid w:val="003E1941"/>
    <w:rsid w:val="003E2FE6"/>
    <w:rsid w:val="003E49D5"/>
    <w:rsid w:val="003F0DA7"/>
    <w:rsid w:val="003F205D"/>
    <w:rsid w:val="003F38C0"/>
    <w:rsid w:val="0041338B"/>
    <w:rsid w:val="00414E3C"/>
    <w:rsid w:val="0042244A"/>
    <w:rsid w:val="0042745A"/>
    <w:rsid w:val="00431A53"/>
    <w:rsid w:val="00431D5C"/>
    <w:rsid w:val="00433069"/>
    <w:rsid w:val="004362C6"/>
    <w:rsid w:val="00437FA2"/>
    <w:rsid w:val="00444EB5"/>
    <w:rsid w:val="00445970"/>
    <w:rsid w:val="00461EFC"/>
    <w:rsid w:val="004652C2"/>
    <w:rsid w:val="004706D1"/>
    <w:rsid w:val="00471326"/>
    <w:rsid w:val="0047598D"/>
    <w:rsid w:val="004768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8BF"/>
    <w:rsid w:val="0050496F"/>
    <w:rsid w:val="00513B6F"/>
    <w:rsid w:val="00517C63"/>
    <w:rsid w:val="005363C4"/>
    <w:rsid w:val="00536BDE"/>
    <w:rsid w:val="005407E7"/>
    <w:rsid w:val="00543ACC"/>
    <w:rsid w:val="0056696D"/>
    <w:rsid w:val="0057566F"/>
    <w:rsid w:val="0059484D"/>
    <w:rsid w:val="005A0855"/>
    <w:rsid w:val="005A3196"/>
    <w:rsid w:val="005C080F"/>
    <w:rsid w:val="005C55E5"/>
    <w:rsid w:val="005C696A"/>
    <w:rsid w:val="005C6A64"/>
    <w:rsid w:val="005D5061"/>
    <w:rsid w:val="005E6E85"/>
    <w:rsid w:val="005F31D2"/>
    <w:rsid w:val="006071C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A6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9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FAB"/>
    <w:rsid w:val="008E64F4"/>
    <w:rsid w:val="008F12C9"/>
    <w:rsid w:val="008F6E29"/>
    <w:rsid w:val="00901646"/>
    <w:rsid w:val="00905F4F"/>
    <w:rsid w:val="00916188"/>
    <w:rsid w:val="00923D7D"/>
    <w:rsid w:val="009508DF"/>
    <w:rsid w:val="00950DAC"/>
    <w:rsid w:val="0095336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C2E"/>
    <w:rsid w:val="00A155EE"/>
    <w:rsid w:val="00A2245B"/>
    <w:rsid w:val="00A30110"/>
    <w:rsid w:val="00A36899"/>
    <w:rsid w:val="00A371F6"/>
    <w:rsid w:val="00A43BF6"/>
    <w:rsid w:val="00A4453D"/>
    <w:rsid w:val="00A5088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F8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3A6"/>
    <w:rsid w:val="00CD6897"/>
    <w:rsid w:val="00CE5BAC"/>
    <w:rsid w:val="00CF25BE"/>
    <w:rsid w:val="00CF2ECA"/>
    <w:rsid w:val="00CF78ED"/>
    <w:rsid w:val="00D02B25"/>
    <w:rsid w:val="00D02EBA"/>
    <w:rsid w:val="00D17C3C"/>
    <w:rsid w:val="00D26B2C"/>
    <w:rsid w:val="00D352C9"/>
    <w:rsid w:val="00D369CF"/>
    <w:rsid w:val="00D425B2"/>
    <w:rsid w:val="00D428D6"/>
    <w:rsid w:val="00D552B2"/>
    <w:rsid w:val="00D608D1"/>
    <w:rsid w:val="00D74119"/>
    <w:rsid w:val="00D8075B"/>
    <w:rsid w:val="00D8678B"/>
    <w:rsid w:val="00DA2114"/>
    <w:rsid w:val="00DD40F5"/>
    <w:rsid w:val="00DE09C0"/>
    <w:rsid w:val="00DE4A14"/>
    <w:rsid w:val="00DF320D"/>
    <w:rsid w:val="00DF71C8"/>
    <w:rsid w:val="00E129B8"/>
    <w:rsid w:val="00E204A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9C"/>
    <w:rsid w:val="00EE32DE"/>
    <w:rsid w:val="00EE5457"/>
    <w:rsid w:val="00F070AB"/>
    <w:rsid w:val="00F17567"/>
    <w:rsid w:val="00F21A44"/>
    <w:rsid w:val="00F27A7B"/>
    <w:rsid w:val="00F341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88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8F07"/>
  <w15:docId w15:val="{AAF7F5E9-B0E6-43A9-9780-6AA00CDA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E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E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F2AD-8B0A-40E0-9926-FEE670BCE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1591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2020-12-20T17:07:00Z</dcterms:created>
  <dcterms:modified xsi:type="dcterms:W3CDTF">2022-05-25T09:43:00Z</dcterms:modified>
</cp:coreProperties>
</file>